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23086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8233AE">
        <w:fldChar w:fldCharType="begin"/>
      </w:r>
      <w:r w:rsidR="008233AE">
        <w:instrText xml:space="preserve"> DOCVARIABLE ceh_info \* MERGEFORMAT </w:instrText>
      </w:r>
      <w:r w:rsidR="008233AE">
        <w:fldChar w:fldCharType="separate"/>
      </w:r>
      <w:r w:rsidR="00230862" w:rsidRPr="00230862">
        <w:rPr>
          <w:rStyle w:val="a9"/>
        </w:rPr>
        <w:t>Общество с ограниченной ответственностью "</w:t>
      </w:r>
      <w:proofErr w:type="spellStart"/>
      <w:r w:rsidR="00230862" w:rsidRPr="00230862">
        <w:rPr>
          <w:rStyle w:val="a9"/>
        </w:rPr>
        <w:t>ЮжФарм</w:t>
      </w:r>
      <w:proofErr w:type="spellEnd"/>
      <w:r w:rsidR="00230862" w:rsidRPr="00230862">
        <w:rPr>
          <w:rStyle w:val="a9"/>
        </w:rPr>
        <w:t>"</w:t>
      </w:r>
      <w:r w:rsidR="008233AE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>
              <w:rPr>
                <w:rFonts w:ascii="Times New Roman" w:hAnsi="Times New Roman"/>
                <w:sz w:val="20"/>
                <w:szCs w:val="20"/>
              </w:rPr>
              <w:t>Рабочие места (ед.)  - основные/все</w:t>
            </w:r>
          </w:p>
        </w:tc>
        <w:tc>
          <w:tcPr>
            <w:tcW w:w="843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43/54</w:t>
            </w:r>
          </w:p>
        </w:tc>
        <w:tc>
          <w:tcPr>
            <w:tcW w:w="3118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43/54</w:t>
            </w:r>
          </w:p>
        </w:tc>
        <w:tc>
          <w:tcPr>
            <w:tcW w:w="1063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4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43/54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70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118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63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3118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063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2308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3A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08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Pr="00F06873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АТУ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Pr="00F06873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(вод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1 класса)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Pr="00F06873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(вод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1 класса)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(вод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1 класса)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(вод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1 класса)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(вод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1 класса)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(вод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1 класса)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АУП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ОП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ЭО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АХО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IT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230862">
              <w:rPr>
                <w:b/>
                <w:sz w:val="18"/>
                <w:szCs w:val="18"/>
              </w:rPr>
              <w:t>СБ</w:t>
            </w:r>
            <w:proofErr w:type="gramEnd"/>
            <w:r w:rsidRPr="00230862">
              <w:rPr>
                <w:b/>
                <w:sz w:val="18"/>
                <w:szCs w:val="18"/>
              </w:rPr>
              <w:t xml:space="preserve"> и  КПС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контрольно-пропускного пункта (старший смены)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ОП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(Заместитель руководителя отдела)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(руковод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отдела)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логистике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ОВД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ОКК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23-1А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качества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24-1А (24А)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качества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деклариров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Отдел обеспечения качества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обучению и развитию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30862">
              <w:rPr>
                <w:b/>
                <w:sz w:val="18"/>
                <w:szCs w:val="18"/>
              </w:rPr>
              <w:t>ОРиР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регистрации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ЦЖФ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33-1А (33А)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33-2А (33А)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 (старший смены)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34-1А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 (старший смены)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ЦТФ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производственного участка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37-1А (37А)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производственного участка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37-2А (37А)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производственного участка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37-3А (37А)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производственного участка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 (старший смены)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38-1А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 (старший смены)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39-1А (39А)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СХ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Контролер-учетчик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b/>
                <w:sz w:val="18"/>
                <w:szCs w:val="18"/>
              </w:rPr>
            </w:pPr>
            <w:r w:rsidRPr="00230862">
              <w:rPr>
                <w:b/>
                <w:sz w:val="18"/>
                <w:szCs w:val="18"/>
              </w:rPr>
              <w:t>ЭМУ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0862" w:rsidRPr="00F06873" w:rsidTr="004654AF">
        <w:tc>
          <w:tcPr>
            <w:tcW w:w="959" w:type="dxa"/>
            <w:shd w:val="clear" w:color="auto" w:fill="auto"/>
            <w:vAlign w:val="center"/>
          </w:tcPr>
          <w:p w:rsid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43-1А (43А)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0862" w:rsidRPr="00230862" w:rsidRDefault="002308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0862" w:rsidRDefault="002308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Pr="00FC61F6" w:rsidRDefault="00936F48" w:rsidP="009D6532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230862">
          <w:rPr>
            <w:rStyle w:val="a9"/>
          </w:rPr>
          <w:t>09.02.2018</w:t>
        </w:r>
      </w:fldSimple>
      <w:r>
        <w:rPr>
          <w:rStyle w:val="a9"/>
          <w:lang w:val="en-US"/>
        </w:rPr>
        <w:t> </w:t>
      </w:r>
      <w:bookmarkStart w:id="7" w:name="_GoBack"/>
      <w:bookmarkEnd w:id="7"/>
    </w:p>
    <w:sectPr w:rsidR="004654AF" w:rsidRPr="00FC61F6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2A4" w:rsidRPr="00A366D8" w:rsidRDefault="008242A4" w:rsidP="00230862">
      <w:r>
        <w:separator/>
      </w:r>
    </w:p>
  </w:endnote>
  <w:endnote w:type="continuationSeparator" w:id="0">
    <w:p w:rsidR="008242A4" w:rsidRPr="00A366D8" w:rsidRDefault="008242A4" w:rsidP="0023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862" w:rsidRDefault="0023086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862" w:rsidRDefault="0023086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862" w:rsidRDefault="0023086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2A4" w:rsidRPr="00A366D8" w:rsidRDefault="008242A4" w:rsidP="00230862">
      <w:r>
        <w:separator/>
      </w:r>
    </w:p>
  </w:footnote>
  <w:footnote w:type="continuationSeparator" w:id="0">
    <w:p w:rsidR="008242A4" w:rsidRPr="00A366D8" w:rsidRDefault="008242A4" w:rsidP="00230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862" w:rsidRDefault="0023086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862" w:rsidRDefault="0023086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862" w:rsidRDefault="0023086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4"/>
    <w:docVar w:name="ceh_info" w:val="Общество с ограниченной ответственностью &quot;ЮжФарм&quot;"/>
    <w:docVar w:name="doc_name" w:val="Документ14"/>
    <w:docVar w:name="fill_date" w:val="09.02.2018"/>
    <w:docVar w:name="org_name" w:val="     "/>
    <w:docVar w:name="pers_guids" w:val="FDBDBDF28AE34F3B8DCC530B2101CF3D@049-944-806-13"/>
    <w:docVar w:name="pers_snils" w:val="FDBDBDF28AE34F3B8DCC530B2101CF3D@049-944-806-13"/>
    <w:docVar w:name="rbtd_name" w:val="Общество с ограниченной ответственностью &quot;ЮжФарм&quot;"/>
    <w:docVar w:name="sv_docs" w:val="1"/>
  </w:docVars>
  <w:rsids>
    <w:rsidRoot w:val="00230862"/>
    <w:rsid w:val="0002033E"/>
    <w:rsid w:val="00023A10"/>
    <w:rsid w:val="000C5130"/>
    <w:rsid w:val="000D3760"/>
    <w:rsid w:val="000F0714"/>
    <w:rsid w:val="00196135"/>
    <w:rsid w:val="001A7AC3"/>
    <w:rsid w:val="001B19D8"/>
    <w:rsid w:val="00230862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233AE"/>
    <w:rsid w:val="008242A4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95497"/>
    <w:rsid w:val="00FC61F6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308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0862"/>
    <w:rPr>
      <w:sz w:val="24"/>
    </w:rPr>
  </w:style>
  <w:style w:type="paragraph" w:styleId="ad">
    <w:name w:val="footer"/>
    <w:basedOn w:val="a"/>
    <w:link w:val="ae"/>
    <w:rsid w:val="002308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30862"/>
    <w:rPr>
      <w:sz w:val="24"/>
    </w:rPr>
  </w:style>
  <w:style w:type="paragraph" w:styleId="af">
    <w:name w:val="Balloon Text"/>
    <w:basedOn w:val="a"/>
    <w:link w:val="af0"/>
    <w:rsid w:val="00023A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23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308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0862"/>
    <w:rPr>
      <w:sz w:val="24"/>
    </w:rPr>
  </w:style>
  <w:style w:type="paragraph" w:styleId="ad">
    <w:name w:val="footer"/>
    <w:basedOn w:val="a"/>
    <w:link w:val="ae"/>
    <w:rsid w:val="002308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30862"/>
    <w:rPr>
      <w:sz w:val="24"/>
    </w:rPr>
  </w:style>
  <w:style w:type="paragraph" w:styleId="af">
    <w:name w:val="Balloon Text"/>
    <w:basedOn w:val="a"/>
    <w:link w:val="af0"/>
    <w:rsid w:val="00023A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23A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Пользователь</dc:creator>
  <cp:lastModifiedBy>Горохов Владимир</cp:lastModifiedBy>
  <cp:revision>5</cp:revision>
  <cp:lastPrinted>2018-07-31T10:18:00Z</cp:lastPrinted>
  <dcterms:created xsi:type="dcterms:W3CDTF">2018-07-31T10:20:00Z</dcterms:created>
  <dcterms:modified xsi:type="dcterms:W3CDTF">2018-07-31T10:20:00Z</dcterms:modified>
</cp:coreProperties>
</file>